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C0F79" w14:textId="77777777" w:rsidR="00CA569C" w:rsidRPr="00CA569C" w:rsidRDefault="00CA569C" w:rsidP="00CA569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A569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SARS-CoV-2/human/USA/PA-CDC-LC0456344/2021 ORF1ab polyprotein (ORF1ab), ORF1a polyprotein (ORF1ab), surface glycoprotein (S), ORF3a protein (ORF3a), envelope protein (E), membrane glycoprotein (M), ORF6 p...</w:t>
      </w:r>
    </w:p>
    <w:p w14:paraId="5FFA8FD6" w14:textId="77777777" w:rsidR="00CA569C" w:rsidRPr="00CA569C" w:rsidRDefault="00CA569C" w:rsidP="00CA569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t>GenBank: OM271353.1</w:t>
      </w:r>
    </w:p>
    <w:p w14:paraId="2A6D00C0" w14:textId="77777777" w:rsidR="00CA569C" w:rsidRPr="00CA569C" w:rsidRDefault="00CA569C" w:rsidP="00CA569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"https://www.ncbi.nlm.nih.gov/nuccore/OM271353.1?report=fasta" </w:instrText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A569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"https://www.ncbi.nlm.nih.gov/nuccore/OM271353.1?report=graph" </w:instrText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A569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71353.1"/>
    <w:bookmarkEnd w:id="1"/>
    <w:p w14:paraId="32C290D4" w14:textId="77777777" w:rsidR="00CA569C" w:rsidRPr="00CA569C" w:rsidRDefault="00CA569C" w:rsidP="00CA569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"https://www.ncbi.nlm.nih.gov/nuccore/OM271353.1" \l "goto2178326063_0" </w:instrText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A569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A5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D3AEF0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LOCUS       OM271353               29621 bp    RNA     linear   VRL 14-JAN-2022</w:t>
      </w:r>
    </w:p>
    <w:p w14:paraId="08EFD8F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463999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SARS-CoV-2/human/USA/PA-CDC-LC0456344/2021 ORF1ab polyprotein</w:t>
      </w:r>
    </w:p>
    <w:p w14:paraId="2C089E4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1AD1B6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9002F4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27239FB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CB354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26C23E7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ACCESSION   OM271353</w:t>
      </w:r>
    </w:p>
    <w:p w14:paraId="04E41C6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VERSION     OM271353.1</w:t>
      </w:r>
    </w:p>
    <w:p w14:paraId="3E2155F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EC667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"https://www.ncbi.nlm.nih.gov/biosample/SAMN24971175"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SAMN24971175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2476E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0F1EC7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C0A1AD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B4F3D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AFA4B8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F2F5EA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74E9E3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29621)</w:t>
      </w:r>
    </w:p>
    <w:p w14:paraId="1E182EE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0CCDB4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E0591A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6B0AEF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335461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DCE028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3447ED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25C1D61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8400DC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C5C31D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7F14D6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F32BD0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88AD59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130DB1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A520E5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8FE268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918147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29621)</w:t>
      </w:r>
    </w:p>
    <w:p w14:paraId="5BD58E1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AB7F98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EED1B6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1940B9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31DF0F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EB2E6C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04C94C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4F51F8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AC7CB4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7DCE11F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594962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05183E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23EFD8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591FDF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CC99EB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DDB8B9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(14-JAN-2022) Respiratory Viruses Branch, Division of</w:t>
      </w:r>
    </w:p>
    <w:p w14:paraId="7A87961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E95056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5FE458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71353.1"/>
      <w:bookmarkEnd w:id="2"/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6BDE31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DBEF40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1A398B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C27645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71353.1"/>
      <w:bookmarkEnd w:id="3"/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E41946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1..29621</w:t>
      </w:r>
    </w:p>
    <w:p w14:paraId="54E8219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85D91B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8AB2C7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9D579B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/isolate="SARS-CoV-2/human/USA/PA-CDC-LC0456344/2021"</w:t>
      </w:r>
    </w:p>
    <w:p w14:paraId="5DAA586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B0F920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F632D5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CECE4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Pennsylvania"</w:t>
      </w:r>
    </w:p>
    <w:p w14:paraId="5ACD313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0CE5211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"https://www.ncbi.nlm.nih.gov/nuccore/OM271353.1?from=131&amp;to=21408"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4D33EFC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81D55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"https://www.ncbi.nlm.nih.gov/nuccore/OM271353.1?location=131:13321,13321:21408"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7BE2721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F2C5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7945BD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954D2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7BECF6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"https://www.ncbi.nlm.nih.gov/protein/2178326064"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UIX04038.1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2684C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6C04CD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4F99E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AD04B0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3DAF4A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1E9865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6D363E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ABE2C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B284BB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3EE117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F1FBA9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F4743C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00C16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40758A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E154F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7854E1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011915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D0166E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9D6BEB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60069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4E9B60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4F92F5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6990B2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84E5B2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0C65B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LAHAEETRKLMPVCVETKAIVSTIQRKYKGIKIQEGVVDYGARFYFYTSKTTVXXXXX</w:t>
      </w:r>
    </w:p>
    <w:p w14:paraId="33A65F2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09CBD2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XXXXXXXXXXXXLAGSYKDWSYSGQSTQLGIEFLKRGDKSVYYTSNPTTFHLDGEVIT</w:t>
      </w:r>
    </w:p>
    <w:p w14:paraId="68102E5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FCDD46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59903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4FE54F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0D558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697DE4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B385F9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CB88E2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F326E1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CB584C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IILKPANNIKITEEVXHTDLMAAYVDNSSLTIKKPNELSRVLGLKTLATHGLAAVNSV</w:t>
      </w:r>
    </w:p>
    <w:p w14:paraId="6AB390D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5C8A46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D57FFD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LGVLMSNLGMPSYCTGYREGYLXXXXXXXATYCTGSIPCSVCLSGLDSLDTYPSLETI</w:t>
      </w:r>
    </w:p>
    <w:p w14:paraId="340002E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F7C192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6DEDB9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E9A2C3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B9EC1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5476DED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F4F64B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3D7004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A32176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EB9B1E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4EB985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D40AB0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4ED3E4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C7BC9E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3FD196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FC45BA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AFC402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A36CE8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39DABC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2D45EA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8408A6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F09974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DFDB98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9C2C94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0B192B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7559CF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A72A11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A99E90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D8CD7C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F3ED64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8AEDAE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7108E7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136F83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4DD7FF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084129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45C9B9C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6E873A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EAA03F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B67184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D1C790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85BAB5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FC9832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NCVNCLDDRCILHCANFNVLFSTVFPLTSFGPLVRKIFVDGVPFVVSTGYHFXXXXXX</w:t>
      </w:r>
    </w:p>
    <w:p w14:paraId="10BA02E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B0E428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XXFNKDFYDFAVSKGFFKEGSSVELKHFFFAQDGNAAISDYDYYRYNLPTMCDIRQLL</w:t>
      </w:r>
    </w:p>
    <w:p w14:paraId="7D1B942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6107FB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1FFF1E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2EF4E9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1A7728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FE1F6F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ACD467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015150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3D57B0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FDE67B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23D64E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8546C7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9D147A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CB69D4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4BC447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59B98B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D3E9E9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657C9B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0E28C2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E26CA9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13705C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6E4A37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C5FEAD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6C209E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CDAIMTRCLAVHECFVKRVDWTIEYPIIGDELKINAACRKVQHMXXXXXXXXXXXXXX</w:t>
      </w:r>
    </w:p>
    <w:p w14:paraId="4D03F42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BBA96A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XXXRYPANSIVCRFDTRVLSNLNLPGCDGGSLYVNKHAFHTPAFDKSAFVNLKQLPFF</w:t>
      </w:r>
    </w:p>
    <w:p w14:paraId="30330CC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17E861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DEAD8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5855BC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81E991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8E4D3B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D9BCA3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6CA9373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2B7D1E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0FD840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8BF085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3AEC3F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2A1ECC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9061BD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"https://www.ncbi.nlm.nih.gov/protein/UIX04038.1?from=1&amp;to=180"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3A65BBE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E64F6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D801A7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"https://www.ncbi.nlm.nih.gov/protein/UIX04038.1?from=181&amp;to=818"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685677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DECDF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C8F799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"https://www.ncbi.nlm.nih.gov/protein/UIX04038.1?from=819&amp;to=2762"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47390E1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DE7FF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CDF167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"https://www.ncbi.nlm.nih.gov/protein/UIX04038.1?from=2763&amp;to=3262"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756EC6C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CD76F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58FF0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"https://www.ncbi.nlm.nih.gov/protein/UIX04038.1?from=3263&amp;to=3568"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3F3D671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A8E79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C9B74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"https://www.ncbi.nlm.nih.gov/protein/UIX04038.1?from=3569&amp;to=3855"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5089828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60429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E674E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"https://www.ncbi.nlm.nih.gov/protein/UIX04038.1?from=3856&amp;to=3938"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251F1BD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7C6FE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1DDFED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"https://www.ncbi.nlm.nih.gov/protein/UIX04038.1?from=3939&amp;to=4136"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3C860C4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91733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FD955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"https://www.ncbi.nlm.nih.gov/protein/UIX04038.1?from=4137&amp;to=4249"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4E560EF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8982C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46A229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"https://www.ncbi.nlm.nih.gov/protein/UIX04038.1?from=4250&amp;to=4388"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26BD099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4C0F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60A990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"https://www.ncbi.nlm.nih.gov/protein/UIX04038.1?from=4389&amp;to=5320"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1F9E1D6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9D8A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35A0E6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"https://www.ncbi.nlm.nih.gov/protein/UIX04038.1?from=5321&amp;to=5921"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20E88AE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25537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700327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"https://www.ncbi.nlm.nih.gov/protein/UIX04038.1?from=5922&amp;to=6448"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5D9C82C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50EE4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3D1A3D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"https://www.ncbi.nlm.nih.gov/protein/UIX04038.1?from=6449&amp;to=6794"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0C87094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7AEB8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DA9E5D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"https://www.ncbi.nlm.nih.gov/protein/UIX04038.1?from=6795&amp;to=7092"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49E26BF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5522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31E0E9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"https://www.ncbi.nlm.nih.gov/nuccore/OM271353.1?from=131&amp;to=13336"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6321C49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7FAEB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5DB45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7DC20A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"https://www.ncbi.nlm.nih.gov/protein/2178326065"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UIX04039.1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DCB51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81B8C0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3D767C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B5B7A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B52700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49FD26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256519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84E7D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9BF291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597CC6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B89EAC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500C04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8DCC0B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DA791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365035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53DBDC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CA561D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FA74EF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08C6BA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0B12D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1DE201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181E5D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F5C26C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D47F65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CC36F7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LAHAEETRKLMPVCVETKAIVSTIQRKYKGIKIQEGVVDYGARFYFYTSKTTVXXXXX</w:t>
      </w:r>
    </w:p>
    <w:p w14:paraId="50989AC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97676A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XXXXXXXXXXXXLAGSYKDWSYSGQSTQLGIEFLKRGDKSVYYTSNPTTFHLDGEVIT</w:t>
      </w:r>
    </w:p>
    <w:p w14:paraId="20B2742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791FD33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4F5C76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3EFBB1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E876A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71CF20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C7EF9E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E46AFB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8D00FA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0F4F2B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IILKPANNIKITEEVXHTDLMAAYVDNSSLTIKKPNELSRVLGLKTLATHGLAAVNSV</w:t>
      </w:r>
    </w:p>
    <w:p w14:paraId="600F9AF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1B9AD3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B36A72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LGVLMSNLGMPSYCTGYREGYLXXXXXXXATYCTGSIPCSVCLSGLDSLDTYPSLETI</w:t>
      </w:r>
    </w:p>
    <w:p w14:paraId="5AB7D91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A10113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572086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2B86C6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824366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1047550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B949D1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F5B6F1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1C2C41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E9794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2DF5BB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DCF103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BACF9E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5FCAF9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9E84FE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04E1F1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00ABA6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69DB22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AC72BA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5E257B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74C149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CBE000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012ED7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12CFCE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5EEB10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10A89E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C5A130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699BE4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3257AA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FDEBF0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0F53DE3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F7FC56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3C5FFA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DEE6D3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EE0708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349E8E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579859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205F1B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"https://www.ncbi.nlm.nih.gov/protein/UIX04039.1?from=1&amp;to=180"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3917558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9A1B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0FCFF3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"https://www.ncbi.nlm.nih.gov/protein/UIX04039.1?from=181&amp;to=818"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4D864E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A3F67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933196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"https://www.ncbi.nlm.nih.gov/protein/UIX04039.1?from=819&amp;to=2762"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686387D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059F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4683E6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"https://www.ncbi.nlm.nih.gov/protein/UIX04039.1?from=2763&amp;to=3262"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2E2F084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5D663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327C87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"https://www.ncbi.nlm.nih.gov/protein/UIX04039.1?from=3263&amp;to=3568"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0843423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F496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7BF30E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"https://www.ncbi.nlm.nih.gov/protein/UIX04039.1?from=3569&amp;to=3855"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5CC41B3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55964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073E91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"https://www.ncbi.nlm.nih.gov/protein/UIX04039.1?from=3856&amp;to=3938"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29C18DB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6588A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F38683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"https://www.ncbi.nlm.nih.gov/protein/UIX04039.1?from=3939&amp;to=4136"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22025E3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4783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AE3F81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"https://www.ncbi.nlm.nih.gov/protein/UIX04039.1?from=4137&amp;to=4249"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66B02A2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4EA1D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6A3965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"https://www.ncbi.nlm.nih.gov/protein/UIX04039.1?from=4250&amp;to=4388"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5CCC3EC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91660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051A6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"https://www.ncbi.nlm.nih.gov/protein/UIX04039.1?from=4389&amp;to=4401"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41D2A9C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C8E2C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AB0ED2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4423..4646</w:t>
      </w:r>
    </w:p>
    <w:p w14:paraId="308774A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/estimated_length=224</w:t>
      </w:r>
    </w:p>
    <w:p w14:paraId="5792B89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"https://www.ncbi.nlm.nih.gov/nuccore/OM271353.1?from=13329&amp;to=13356"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32C0E3E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40DB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BE84B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CF7120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"https://www.ncbi.nlm.nih.gov/nuccore/OM271353.1?from=13341&amp;to=13395"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7D7BD92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45BC7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55C66F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4E6F8F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14339..14533</w:t>
      </w:r>
    </w:p>
    <w:p w14:paraId="5BEA9AB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/estimated_length=195</w:t>
      </w:r>
    </w:p>
    <w:p w14:paraId="523E16C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18838..19062</w:t>
      </w:r>
    </w:p>
    <w:p w14:paraId="32FBAD6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/estimated_length=225</w:t>
      </w:r>
    </w:p>
    <w:p w14:paraId="7C38003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"https://www.ncbi.nlm.nih.gov/nuccore/OM271353.1?from=21416&amp;to=25228"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0B6E0A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790625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"https://www.ncbi.nlm.nih.gov/nuccore/OM271353.1?from=21416&amp;to=25228"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19193AD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F2E30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FD7C9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6A13A9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"https://www.ncbi.nlm.nih.gov/protein/2178326066"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UIX04040.1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50AFB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C7277B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E679F2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85104F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73940B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A7582E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92BB5A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CE4AA6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B6ADA8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D4D8EE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3713B4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9FB94B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3860C3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88FC05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DD1ECE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97AD91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8E86DD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7CC0EB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A5CF19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AAE3F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9CB8EF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137F87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B43AE3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KGVKLHYT"</w:t>
      </w:r>
    </w:p>
    <w:p w14:paraId="4E7E7A2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"https://www.ncbi.nlm.nih.gov/nuccore/OM271353.1?from=25237&amp;to=26064"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6520DBC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89BF7D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"https://www.ncbi.nlm.nih.gov/nuccore/OM271353.1?from=25237&amp;to=26064"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52800D2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85A2C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C19D2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8B7CA1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"https://www.ncbi.nlm.nih.gov/protein/2178326067"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UIX04041.1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D0F97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50063D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B03F03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1248E5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276216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8ED7A2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"https://www.ncbi.nlm.nih.gov/nuccore/OM271353.1?from=26089&amp;to=26316"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5973703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A6116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"https://www.ncbi.nlm.nih.gov/nuccore/OM271353.1?from=26089&amp;to=26316"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49F77C0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5F0FC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ED5EA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855BF5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"https://www.ncbi.nlm.nih.gov/protein/2178326068"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UIX04042.1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9ADC0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BF6D2F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707A42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"https://www.ncbi.nlm.nih.gov/nuccore/OM271353.1?from=26367&amp;to=27035"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2B31008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1EEE44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"https://www.ncbi.nlm.nih.gov/nuccore/OM271353.1?from=26367&amp;to=27035"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14B88DC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24BDA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8D654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672F69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"https://www.ncbi.nlm.nih.gov/protein/2178326069"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UIX04043.1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6AAF4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ED25E0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76D1CD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FF81AB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C263B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1C0714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"https://www.ncbi.nlm.nih.gov/nuccore/OM271353.1?from=27046&amp;to=27231"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1EC6421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6E2B7B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"https://www.ncbi.nlm.nih.gov/nuccore/OM271353.1?from=27046&amp;to=27231"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32AE99E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F533C7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444DC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268479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"https://www.ncbi.nlm.nih.gov/protein/2178326070"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UIX04044.1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907C6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302170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TENKYSQLDEEQPMEID"</w:t>
      </w:r>
    </w:p>
    <w:p w14:paraId="023A083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"https://www.ncbi.nlm.nih.gov/nuccore/OM271353.1?from=27238&amp;to=27603"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0759E0F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E17B93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"https://www.ncbi.nlm.nih.gov/nuccore/OM271353.1?from=27238&amp;to=27603"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0F2A521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59CFAF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54230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0CFB85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"https://www.ncbi.nlm.nih.gov/protein/2178326071"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UIX04045.1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DF35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D18FD0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2B12E1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24336E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"https://www.ncbi.nlm.nih.gov/nuccore/OM271353.1?from=27600&amp;to=27731"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079DF50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1CD5DA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"https://www.ncbi.nlm.nih.gov/nuccore/OM271353.1?from=27600&amp;to=27731"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4E8F19F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E44FC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D57BD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7FC5B7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"https://www.ncbi.nlm.nih.gov/protein/2178326072"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UIX04046.1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4EC4C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3DF84D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"https://www.ncbi.nlm.nih.gov/nuccore/OM271353.1?from=27738&amp;to=28103"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00F9278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6ED2B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"https://www.ncbi.nlm.nih.gov/nuccore/OM271353.1?from=27738&amp;to=28103"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4397954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947548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83C48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A17029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"https://www.ncbi.nlm.nih.gov/protein/2178326073"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UIX04047.1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CB911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F89A2E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E3A59E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F977D0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"https://www.ncbi.nlm.nih.gov/nuccore/OM271353.1?from=28118&amp;to=29368"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21A489C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0456FA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"https://www.ncbi.nlm.nih.gov/nuccore/OM271353.1?from=28118&amp;to=29368"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42DA336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F23A4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B1888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FD0B19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"https://www.ncbi.nlm.nih.gov/protein/2178326074"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UIX04048.1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39A6F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2C6A1D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93BFF6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DC2497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18950C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BEC56A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EQTQGNFGDQELIRQGTDYKHWPQIAQFAPSASAFFGMSRIGMEVTPSGKWLTYTGAI</w:t>
      </w:r>
    </w:p>
    <w:p w14:paraId="64C6252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KLDDKDPNFKDQVILLNKHIDAYKTFPPTEPKKDKKKKADETQALPQRQKKQQTVTLL</w:t>
      </w:r>
    </w:p>
    <w:p w14:paraId="208B4D9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B2D45B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"https://www.ncbi.nlm.nih.gov/nuccore/OM271353.1?from=29393&amp;to=29509"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29393..29509</w:t>
      </w:r>
    </w:p>
    <w:p w14:paraId="32D87AD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ED392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"https://www.ncbi.nlm.nih.gov/nuccore/OM271353.1?from=29393&amp;to=29509"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29393..29509</w:t>
      </w:r>
    </w:p>
    <w:p w14:paraId="68B6B66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81805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245B8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8D8E59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"https://www.ncbi.nlm.nih.gov/protein/2178326075"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UIX04049.1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EBF87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EA7D2B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"https://www.ncbi.nlm.nih.gov/nuccore/OM271353.1?from=29444&amp;to=29479"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29444..29479</w:t>
      </w:r>
    </w:p>
    <w:p w14:paraId="574A5B2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98410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E04BE6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"https://www.ncbi.nlm.nih.gov/nuccore/OM271353.1?from=29464&amp;to=29492"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29464..29492</w:t>
      </w:r>
    </w:p>
    <w:p w14:paraId="3708789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06FB2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5DE70F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"https://www.ncbi.nlm.nih.gov/nuccore/OM271353.1?from=29563&amp;to=29603"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29563..29603</w:t>
      </w:r>
    </w:p>
    <w:p w14:paraId="319FC2F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907496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798062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71353.1"/>
      <w:bookmarkEnd w:id="4"/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6E30EB2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65BACB2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4A0F8A3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5136B9B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3B7FC23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2F4A101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475936D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4499140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3FA1D5B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3E90956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4BC0C55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3D609A6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3E0FAFB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7AD5D57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786A9D4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2D209A6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56D0A47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1D41EF1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057D8C3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3C77D09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5B8967A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415A39C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3D664A8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1381 taacaagtgt gcctattggg ttccacgtgc tagcgctaac ataggttgta accatacagg</w:t>
      </w:r>
    </w:p>
    <w:p w14:paraId="1846C7D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6E6E051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0DC5DF6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7B1763A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4B57E31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05AF3A3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2E59933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3D72990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706468E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5719E9F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1832A16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69667DA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1BEF40F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449C20A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349D166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0971840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2E2B7C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2EB0AF0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4B37445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224551D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58615A3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29CF5AF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12E1347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64A642F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5964157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6F9822E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3A7F423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3F1B490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14CCD18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109009C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00D4054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60DBB43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679E3F2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3CE9D34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715AF3E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494CC09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20850D2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2B55DEF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18578F1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7219F5C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68F757A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73EB1CC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3901 tgacattaat ggcaatcttc atccagattc tgccactctt gttagtgaca ttgacatcac</w:t>
      </w:r>
    </w:p>
    <w:p w14:paraId="1DBAE59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2606A4C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67ED293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1053B7B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76BAD36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784DB31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57DB957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1E023E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                   </w:t>
      </w:r>
    </w:p>
    <w:p w14:paraId="571F55D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224 bp]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"https://www.ncbi.nlm.nih.gov/nuccore/OM271353.1?expand-gaps=on"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82D141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4647                             cact tgctggttcc tataaagatt ggtcctattc</w:t>
      </w:r>
    </w:p>
    <w:p w14:paraId="2467866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329CCA8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441383F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3BB9DD5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646E1BB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6F29262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18A9594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33D2816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2DBB6EB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0A93269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4A3C4CF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06617EF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65509E6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60D992A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15DB3A0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164EDF7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6ADF8A6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1CCE92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3BDBD6E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7BD0EA8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18C34D1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1771167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6876B18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2C85AF5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1FA5270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1DD7F44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00C2A6A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468109B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5F5FC87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agaggttngc cacacagatc taatggctgc</w:t>
      </w:r>
    </w:p>
    <w:p w14:paraId="789B627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7C1E31A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2D6377D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6541 agctaattat gctaagcctt ttcttaacaa agttgttagt acaactacta acatagttac</w:t>
      </w:r>
    </w:p>
    <w:p w14:paraId="5BFA029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2141781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67A947D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643637D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0F08C4B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5E6F6E4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nnnnnnnnnn nnnnnnnnnn</w:t>
      </w:r>
    </w:p>
    <w:p w14:paraId="73E5A24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ngcaacctac tgtactggtt ctataccttg tagtgtttgt cttagtggtt tagattcttt</w:t>
      </w:r>
    </w:p>
    <w:p w14:paraId="4B8F88D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5C823E8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0BA6B73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15D056F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74A5C16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15F8C38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03715C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2EFB060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6F23BC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48FE635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623546A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30E5981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730989F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tcatctgtaa aatcagcgtc</w:t>
      </w:r>
    </w:p>
    <w:p w14:paraId="4FFFBFF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2174801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0D63850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3DF3CCC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4D043A6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36412CC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7D6094D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7D3A797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4753564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6320A4B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765D28D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6EF5EC0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6B6C632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3824488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62FE2A0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4B9FD62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4DE6FD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3192D44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68E61BB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5EC2A56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6C5063C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6310400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9061 ttttgattct gagtactgta ggcacggcac ttgtgaaaga tcagaagctg gtgtttgtgt</w:t>
      </w:r>
    </w:p>
    <w:p w14:paraId="01742C2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60CD7F3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46967F0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169331B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27E7FA7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0980D37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2E3E52F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28012DB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50446FF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6C89564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6BC027C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45C1ED0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3BB0191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6DC03E0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0317AFB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3EBCC2F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6A91570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64C38BD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3CD8A61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5E68011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56FFAA0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292B798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03E1405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736D90A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4D537B6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16B33BA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75041F7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3A3872C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2298D01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5B74670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1BA1AC3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2457D18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580E204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30FA184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0581D0E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6039075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06DB560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277FC73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6C0B960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138751B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495715A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2CE578C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11581 atatatgaat tcacagggac tactcccacc caagaatagc atagatgcct tcaaactcaa</w:t>
      </w:r>
    </w:p>
    <w:p w14:paraId="7A5792C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0CA7D63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1DD276C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2E23152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12EFF5E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1AB96C3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567A71B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326A837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3B41D58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67A9747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6AE5933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044E196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4331255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4F713DE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4661EBC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359F88C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444F702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368E0F3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02EA674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7589E94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46C6859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48FF989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108DD58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2C45CC3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0CB79BC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7AE0775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1050029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6880A34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2A05237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222DDD4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548DBE5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5CCCAEA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335537B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6746B19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1E18708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2AA105F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7E6EAD4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76FB0AE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17DE5F7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490040F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29C88E6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0E0B12D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14101 ttgttaaaat atgacttcac ggaagagagg ttaaaactct ttgaccgtta ttttaaatat</w:t>
      </w:r>
    </w:p>
    <w:p w14:paraId="59DF197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5EE02BF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59037EB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  </w:t>
      </w:r>
    </w:p>
    <w:p w14:paraId="76221AF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195 bp]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"https://www.ncbi.nlm.nih.gov/nuccore/OM271353.1?expand-gaps=on"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71245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14534               attttaa caaagacttc tatgactttg ctgtgtctaa gggtttcttt</w:t>
      </w:r>
    </w:p>
    <w:p w14:paraId="308BD07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7EC9E55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226FE83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3A2D377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73B598C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18B2441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09EAD25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10941EF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1D75790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3EB1907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3D00B7B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5F93E88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484D4E9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58CD3A9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544CB79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1E2C4A2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24250D9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3C870A6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23A72C9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5F66A3E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7FA9AE5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2B9294B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315F875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38D81F8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563E286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299FDCC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74E528A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1654E27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51809C6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4DFD564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0AE42F2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6EF2801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68294C7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13678E8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06D2CED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60550D9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39F7B97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aaattaaatg ttggtgatta ttttgtgctg acatcacata cagtaatgcc attaagtgca</w:t>
      </w:r>
    </w:p>
    <w:p w14:paraId="6F91FE7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4EDCE47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0B35882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1FB5926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13BEE09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1CBA28B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2CB9C37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6D8D4A4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60687F8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23F06AB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593B4CD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5300BEA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5EA017D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3EBF6BE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509B136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6843F66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1251097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49E5D71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1179E05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0BA0C9B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3267565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4167E77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4A27082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5671D20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679275E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78C1532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2BA059F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41A7F4D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6368474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3283359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6EAC215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5C891DD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134AA35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3168F91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   </w:t>
      </w:r>
    </w:p>
    <w:p w14:paraId="232932A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225 bp]    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"https://www.ncbi.nlm.nih.gov/nuccore/OM271353.1?expand-gaps=on" </w:instrTex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5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E88690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19063                                               agatatcc tgctaattcc</w:t>
      </w:r>
    </w:p>
    <w:p w14:paraId="5232659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727064A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5CD1BB0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7501A2A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5ACAFFE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38C8CD6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gcttataaca tgatgatctc agctggcttt agcttgtggg tttacaaaca atttgatact</w:t>
      </w:r>
    </w:p>
    <w:p w14:paraId="0A7C21D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572AE48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238E34C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218BD4C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0C6E439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7D22B56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3796960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2705467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106CC2C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3779490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42F43BC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2EA5589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184588C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3E9C286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07C704E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7913298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6F2D925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4254BDB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480018A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46BDED4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7F454C6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20911CC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7A09E6D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68E8C8A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45676C4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2BB22BC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6D45288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1131DE8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4133909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723E50E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5BB3D27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1C9EF46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1912077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63B4BB4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2781F10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3F08900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468956D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1DD6810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4921B9F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2DE84EA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441E94F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6446A7D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ttttgaatat gtctctcagc cttttcttat ggaccttgaa ggaaaacagg gtaatttcaa</w:t>
      </w:r>
    </w:p>
    <w:p w14:paraId="05A0EB1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0966EBD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4C71F92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4B6F746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0DD07DB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12738C1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75D2AB3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2E0055A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5DE278F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caaatttgca tctgtttatg cttggaacag gaagagaatc agcaactgtg ttgctgatta</w:t>
      </w:r>
    </w:p>
    <w:p w14:paraId="5447E71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65790FC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705F4ED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13613AA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1413950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4E47D84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3541B76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35258B1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7C55AC5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7DC0C41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tttaacaggc acaggtgttc ttactgagtc taacaaaaag tttctgcctt tccaacaatt</w:t>
      </w:r>
    </w:p>
    <w:p w14:paraId="6730965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4E03EFD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0815682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3849272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696F3F6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6BE157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3EE1AD6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72C542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1490121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76123B8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348318C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2459E5F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27D797C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14E7B5B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18322AC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57A1031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56FF820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232C6B7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7A235FB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3A1ACA4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30CE58C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7730044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082231E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gacatatgtg actcaacaat taattagagc tgcagaaatc agagcttctg ctaatcttgc</w:t>
      </w:r>
    </w:p>
    <w:p w14:paraId="22E03CD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0F8B9FA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7A77F04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6649B93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35547DA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056457D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758B92F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0692448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345CDD3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699F7AD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26379D16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3E9223D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0774E61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2AAAC53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745B7FF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7548925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7C2350F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71E5546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05E4542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237C45F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7193DAC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503C24C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2E5B100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768399F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31B5768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19904FD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5053B33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360E083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535ED0C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777CE44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0D4E13D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075B105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4B8FBF0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649FC04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5F9FB2F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0CA090E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06E3E77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7033187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733D95F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1CAE382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62AD4F3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2DC5C8E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gttttgctgc atacagtcgc tacaggattg gcaactataa attaaacaca gaccattcca</w:t>
      </w:r>
    </w:p>
    <w:p w14:paraId="17B9156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327778F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2C69A14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6B5D2E6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70CA312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17CCC298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25520CD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57C2B8B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6434476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44A4F4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073F96D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2D8A5DA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30383F5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78E3AF3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51C6E345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5609B0BF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4CCE71B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26EC792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58EFBB0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7FE800A4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026D9DC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4249802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18C540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6243207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4441C95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2AD6642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7DCCF99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3B8F21D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7D131497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6009E7F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77155D39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09A65A2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4DDC78BB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1E10887C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7B50BBC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gaaagtggtt</w:t>
      </w:r>
    </w:p>
    <w:p w14:paraId="634002F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29BE1FB0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7DD25CA1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0A388773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35B0FD1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61EA9C5E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007DBEC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tcgtaactac atagcacaag tagatgtagt taactttaat ctcacatagc aatctttaat</w:t>
      </w:r>
    </w:p>
    <w:p w14:paraId="730BCE92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cagtgtgtaa cattagggag gacttgaaag agccaccaca ttttcaccga ggccacgcgg</w:t>
      </w:r>
    </w:p>
    <w:p w14:paraId="2700BCCA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agtacgatcg agtgtacagt gaacaatgct agggagagct g</w:t>
      </w:r>
    </w:p>
    <w:p w14:paraId="6257593D" w14:textId="77777777" w:rsidR="00CA569C" w:rsidRPr="00CA569C" w:rsidRDefault="00CA569C" w:rsidP="00CA5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569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A06F2F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9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A569C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B44C01"/>
  <w15:chartTrackingRefBased/>
  <w15:docId w15:val="{21F3C6D6-EEB2-7643-B2A0-77F4DBBD0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3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9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37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0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25</Pages>
  <Words>11097</Words>
  <Characters>63253</Characters>
  <Application>Microsoft Office Word</Application>
  <DocSecurity>0</DocSecurity>
  <Lines>527</Lines>
  <Paragraphs>148</Paragraphs>
  <ScaleCrop>false</ScaleCrop>
  <Company/>
  <LinksUpToDate>false</LinksUpToDate>
  <CharactersWithSpaces>74202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2023-02-06T07:39:00Z</dcterms:created>
  <dcterms:modified xsi:type="dcterms:W3CDTF">2023-02-06T07:40:00Z</dcterms:modified>
</cp:coreProperties>
</file>